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378"/>
        <w:gridCol w:w="1116"/>
        <w:gridCol w:w="1469"/>
        <w:gridCol w:w="1602"/>
      </w:tblGrid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B75AE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C00B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Ε7-</w:t>
            </w:r>
            <w:r w:rsidR="00C00B64" w:rsidRPr="00C00B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Ο2.Ε81 </w:t>
            </w:r>
            <w:r w:rsidR="007F5988" w:rsidRPr="007F598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C00B64" w:rsidRPr="00C00B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Καλώδιο HDMI-HDMI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537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1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C00B64" w:rsidRPr="00DF25B3" w:rsidTr="009E2836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C00B64" w:rsidRPr="00DF25B3" w:rsidRDefault="00C00B64" w:rsidP="00C00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B64" w:rsidRPr="00A8070F" w:rsidRDefault="00C00B64" w:rsidP="00C00B64">
            <w:pPr>
              <w:rPr>
                <w:lang w:val="en-GB"/>
              </w:rPr>
            </w:pPr>
            <w:r w:rsidRPr="00A8070F">
              <w:rPr>
                <w:lang w:val="en-GB"/>
              </w:rPr>
              <w:t>ΚΑΛΩΔΙΟ</w:t>
            </w:r>
          </w:p>
        </w:tc>
        <w:tc>
          <w:tcPr>
            <w:tcW w:w="1116" w:type="dxa"/>
          </w:tcPr>
          <w:p w:rsidR="00C00B64" w:rsidRPr="00DF25B3" w:rsidRDefault="00C00B64" w:rsidP="00C0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00B64" w:rsidRPr="00DF25B3" w:rsidRDefault="00C00B64" w:rsidP="00C0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00B64" w:rsidRPr="00DF25B3" w:rsidRDefault="00C00B64" w:rsidP="00C0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00B64" w:rsidRPr="00DF25B3" w:rsidTr="009E2836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C00B64" w:rsidRPr="00DF25B3" w:rsidRDefault="00C00B64" w:rsidP="00C00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B64" w:rsidRPr="00C00B64" w:rsidRDefault="00C00B64" w:rsidP="00C00B64">
            <w:r w:rsidRPr="00C00B64">
              <w:t xml:space="preserve">Τύπος καλωδίου : </w:t>
            </w:r>
            <w:r w:rsidRPr="00A8070F">
              <w:rPr>
                <w:lang w:val="en-GB"/>
              </w:rPr>
              <w:t>HDMI</w:t>
            </w:r>
            <w:r w:rsidRPr="00C00B64">
              <w:t>-</w:t>
            </w:r>
            <w:r w:rsidRPr="00A8070F">
              <w:rPr>
                <w:lang w:val="en-GB"/>
              </w:rPr>
              <w:t>HDMI</w:t>
            </w:r>
            <w:r w:rsidRPr="00C00B64">
              <w:t xml:space="preserve"> 1.4 </w:t>
            </w:r>
            <w:r w:rsidRPr="00A8070F">
              <w:rPr>
                <w:lang w:val="en-GB"/>
              </w:rPr>
              <w:t>CAB</w:t>
            </w:r>
            <w:r w:rsidRPr="00C00B64">
              <w:t>-</w:t>
            </w:r>
            <w:r w:rsidRPr="00A8070F">
              <w:rPr>
                <w:lang w:val="en-GB"/>
              </w:rPr>
              <w:t>H</w:t>
            </w:r>
            <w:r w:rsidRPr="00C00B64">
              <w:t>094</w:t>
            </w:r>
          </w:p>
        </w:tc>
        <w:tc>
          <w:tcPr>
            <w:tcW w:w="1116" w:type="dxa"/>
          </w:tcPr>
          <w:p w:rsidR="00C00B64" w:rsidRPr="00DF25B3" w:rsidRDefault="00C00B64" w:rsidP="00C0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00B64" w:rsidRPr="00DF25B3" w:rsidRDefault="00C00B64" w:rsidP="00C0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00B64" w:rsidRPr="00DF25B3" w:rsidRDefault="00C00B64" w:rsidP="00C0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00B64" w:rsidRPr="00DF25B3" w:rsidTr="009E283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C00B64" w:rsidRPr="00DF25B3" w:rsidRDefault="00C00B64" w:rsidP="00C00B6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00B64" w:rsidRPr="00A8070F" w:rsidRDefault="00C00B64" w:rsidP="00C00B64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Μήκος</w:t>
            </w:r>
            <w:proofErr w:type="spellEnd"/>
            <w:r w:rsidRPr="00A8070F">
              <w:rPr>
                <w:lang w:val="en-GB"/>
              </w:rPr>
              <w:t xml:space="preserve"> κα</w:t>
            </w:r>
            <w:proofErr w:type="spellStart"/>
            <w:r w:rsidRPr="00A8070F">
              <w:rPr>
                <w:lang w:val="en-GB"/>
              </w:rPr>
              <w:t>λωδίου</w:t>
            </w:r>
            <w:proofErr w:type="spellEnd"/>
            <w:r w:rsidRPr="00A8070F">
              <w:rPr>
                <w:lang w:val="en-GB"/>
              </w:rPr>
              <w:t xml:space="preserve"> : 15m</w:t>
            </w:r>
          </w:p>
        </w:tc>
        <w:tc>
          <w:tcPr>
            <w:tcW w:w="1116" w:type="dxa"/>
          </w:tcPr>
          <w:p w:rsidR="00C00B64" w:rsidRPr="00DF25B3" w:rsidRDefault="00C00B64" w:rsidP="00C0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00B64" w:rsidRPr="00DF25B3" w:rsidRDefault="00C00B64" w:rsidP="00C0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00B64" w:rsidRPr="00DF25B3" w:rsidRDefault="00C00B64" w:rsidP="00C00B6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 w:rsidP="00C50913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129F6"/>
    <w:rsid w:val="00406FB0"/>
    <w:rsid w:val="004F5BC3"/>
    <w:rsid w:val="00775065"/>
    <w:rsid w:val="007F5988"/>
    <w:rsid w:val="00863E00"/>
    <w:rsid w:val="009E2836"/>
    <w:rsid w:val="00A40B4A"/>
    <w:rsid w:val="00A567E4"/>
    <w:rsid w:val="00B75AE8"/>
    <w:rsid w:val="00C00B64"/>
    <w:rsid w:val="00C50913"/>
    <w:rsid w:val="00C86F58"/>
    <w:rsid w:val="00D271C8"/>
    <w:rsid w:val="00EB2777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DB0785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1</TotalTime>
  <Pages>1</Pages>
  <Words>31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2025-09-10T08:30:00Z</dcterms:created>
  <dcterms:modified xsi:type="dcterms:W3CDTF">2025-09-11T07:48:00Z</dcterms:modified>
</cp:coreProperties>
</file>